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4D482C">
      <w:pPr>
        <w:pStyle w:val="Titul1"/>
        <w:jc w:val="both"/>
      </w:pPr>
      <w:r>
        <w:t xml:space="preserve">SMLOUVA O DÍLO </w:t>
      </w:r>
    </w:p>
    <w:p w14:paraId="1F56212A" w14:textId="62B8DA6C" w:rsidR="00F422D3" w:rsidRDefault="00F422D3" w:rsidP="004D482C">
      <w:pPr>
        <w:pStyle w:val="Titul2"/>
      </w:pPr>
      <w:r>
        <w:t>Název zakázky:</w:t>
      </w:r>
      <w:r w:rsidR="003F0E62">
        <w:t xml:space="preserve"> </w:t>
      </w:r>
      <w:r>
        <w:t>„</w:t>
      </w:r>
      <w:r w:rsidR="002337C3" w:rsidRPr="002337C3">
        <w:t xml:space="preserve">Chotyně </w:t>
      </w:r>
      <w:proofErr w:type="spellStart"/>
      <w:r w:rsidR="002337C3" w:rsidRPr="002337C3">
        <w:t>zast</w:t>
      </w:r>
      <w:proofErr w:type="spellEnd"/>
      <w:r w:rsidR="002337C3" w:rsidRPr="002337C3">
        <w:t>. – oprava (střešní konstrukce) - PD</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2337C3"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r>
      <w:r w:rsidRPr="002337C3">
        <w:rPr>
          <w:rFonts w:eastAsia="Times New Roman" w:cs="Arial"/>
          <w:snapToGrid w:val="0"/>
          <w:lang w:eastAsia="cs-CZ"/>
        </w:rPr>
        <w:t>Zastoupená:</w:t>
      </w:r>
      <w:r w:rsidRPr="002337C3">
        <w:rPr>
          <w:rFonts w:eastAsia="Times New Roman" w:cs="Arial"/>
          <w:snapToGrid w:val="0"/>
          <w:lang w:eastAsia="cs-CZ"/>
        </w:rPr>
        <w:tab/>
      </w:r>
      <w:r w:rsidRPr="002337C3">
        <w:rPr>
          <w:rFonts w:eastAsia="Times New Roman" w:cs="Arial"/>
          <w:b/>
          <w:snapToGrid w:val="0"/>
          <w:lang w:eastAsia="cs-CZ"/>
        </w:rPr>
        <w:t xml:space="preserve">Ing. </w:t>
      </w:r>
      <w:r w:rsidR="00EB421D" w:rsidRPr="002337C3">
        <w:rPr>
          <w:rFonts w:eastAsia="Times New Roman" w:cs="Arial"/>
          <w:b/>
          <w:snapToGrid w:val="0"/>
          <w:lang w:eastAsia="cs-CZ"/>
        </w:rPr>
        <w:t>Petrem Vodičkou</w:t>
      </w:r>
      <w:r w:rsidRPr="002337C3">
        <w:rPr>
          <w:rFonts w:eastAsia="Times New Roman" w:cs="Arial"/>
          <w:snapToGrid w:val="0"/>
          <w:lang w:eastAsia="cs-CZ"/>
        </w:rPr>
        <w:t>, ředitelem Oblastního ředitelství Hradec Králové</w:t>
      </w:r>
      <w:r w:rsidR="00EB421D" w:rsidRPr="002337C3">
        <w:rPr>
          <w:rFonts w:eastAsia="Times New Roman" w:cs="Arial"/>
          <w:snapToGrid w:val="0"/>
          <w:lang w:eastAsia="cs-CZ"/>
        </w:rPr>
        <w:t>, na základě pověření č. 3053 ze dne 10. 3. 2021</w:t>
      </w:r>
    </w:p>
    <w:p w14:paraId="7D3B74AB" w14:textId="77777777" w:rsidR="001C2A3F" w:rsidRPr="002337C3"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2337C3">
        <w:rPr>
          <w:rFonts w:eastAsia="Times New Roman" w:cs="Arial"/>
          <w:snapToGrid w:val="0"/>
          <w:lang w:eastAsia="cs-CZ"/>
        </w:rPr>
        <w:tab/>
        <w:t>Bankovní spojení: Česká národní banka, č. účtu: 14606011/0710</w:t>
      </w:r>
    </w:p>
    <w:p w14:paraId="6CF7B8DB" w14:textId="77777777" w:rsidR="001C2A3F" w:rsidRPr="002337C3" w:rsidRDefault="001C2A3F" w:rsidP="004D482C">
      <w:pPr>
        <w:tabs>
          <w:tab w:val="left" w:pos="567"/>
          <w:tab w:val="right" w:pos="5670"/>
        </w:tabs>
        <w:spacing w:after="0" w:line="240" w:lineRule="auto"/>
        <w:jc w:val="both"/>
        <w:rPr>
          <w:rFonts w:eastAsia="Times New Roman" w:cs="Arial"/>
          <w:snapToGrid w:val="0"/>
          <w:lang w:eastAsia="cs-CZ"/>
        </w:rPr>
      </w:pPr>
      <w:r w:rsidRPr="002337C3">
        <w:rPr>
          <w:rFonts w:eastAsia="Times New Roman" w:cs="Arial"/>
          <w:snapToGrid w:val="0"/>
          <w:lang w:eastAsia="cs-CZ"/>
        </w:rPr>
        <w:tab/>
      </w:r>
      <w:r w:rsidRPr="002337C3">
        <w:rPr>
          <w:rFonts w:eastAsia="Times New Roman" w:cs="Arial"/>
          <w:snapToGrid w:val="0"/>
          <w:color w:val="FFFFFF"/>
          <w:lang w:eastAsia="cs-CZ"/>
        </w:rPr>
        <w:t xml:space="preserve">. </w:t>
      </w:r>
    </w:p>
    <w:p w14:paraId="767BA9C2" w14:textId="77777777" w:rsidR="001C2A3F" w:rsidRPr="002337C3"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sidRPr="002337C3">
        <w:rPr>
          <w:rFonts w:eastAsia="Times New Roman" w:cs="Arial"/>
          <w:snapToGrid w:val="0"/>
          <w:lang w:eastAsia="cs-CZ"/>
        </w:rPr>
        <w:tab/>
      </w:r>
      <w:r w:rsidR="001C2A3F" w:rsidRPr="002337C3">
        <w:rPr>
          <w:rFonts w:eastAsia="Times New Roman" w:cs="Arial"/>
          <w:snapToGrid w:val="0"/>
          <w:lang w:eastAsia="cs-CZ"/>
        </w:rPr>
        <w:t>Kontaktní osoby:</w:t>
      </w:r>
    </w:p>
    <w:p w14:paraId="20C1ADED" w14:textId="31B3EBE2" w:rsidR="001C2A3F" w:rsidRPr="002337C3" w:rsidRDefault="002337C3" w:rsidP="002337C3">
      <w:pPr>
        <w:numPr>
          <w:ilvl w:val="0"/>
          <w:numId w:val="12"/>
        </w:numPr>
        <w:tabs>
          <w:tab w:val="left" w:pos="567"/>
          <w:tab w:val="left" w:pos="3544"/>
        </w:tabs>
        <w:spacing w:line="240" w:lineRule="auto"/>
        <w:ind w:left="1134" w:hanging="425"/>
        <w:rPr>
          <w:rFonts w:eastAsia="Times New Roman" w:cs="Arial"/>
          <w:snapToGrid w:val="0"/>
          <w:lang w:eastAsia="cs-CZ"/>
        </w:rPr>
      </w:pPr>
      <w:r>
        <w:rPr>
          <w:rFonts w:eastAsia="Times New Roman" w:cs="Arial"/>
          <w:snapToGrid w:val="0"/>
          <w:lang w:eastAsia="cs-CZ"/>
        </w:rPr>
        <w:t>ve věcech smluvních:</w:t>
      </w:r>
      <w:r w:rsidR="001C2A3F" w:rsidRPr="002337C3">
        <w:rPr>
          <w:rFonts w:eastAsia="Times New Roman" w:cs="Arial"/>
          <w:snapToGrid w:val="0"/>
          <w:lang w:eastAsia="cs-CZ"/>
        </w:rPr>
        <w:tab/>
      </w:r>
      <w:r w:rsidR="001C2A3F" w:rsidRPr="002337C3">
        <w:rPr>
          <w:rFonts w:eastAsia="Times New Roman" w:cs="Arial"/>
          <w:snapToGrid w:val="0"/>
          <w:lang w:eastAsia="cs-CZ"/>
        </w:rPr>
        <w:tab/>
        <w:t>Ing. Jan Jirowetz, tel.: 972 341 425, ORHKRzvz@</w:t>
      </w:r>
      <w:r w:rsidR="00855710" w:rsidRPr="002337C3">
        <w:rPr>
          <w:rFonts w:eastAsia="Times New Roman" w:cs="Arial"/>
          <w:snapToGrid w:val="0"/>
          <w:lang w:eastAsia="cs-CZ"/>
        </w:rPr>
        <w:t>spravazeleznic</w:t>
      </w:r>
      <w:r w:rsidR="001C2A3F" w:rsidRPr="002337C3">
        <w:rPr>
          <w:rFonts w:eastAsia="Times New Roman" w:cs="Arial"/>
          <w:snapToGrid w:val="0"/>
          <w:lang w:eastAsia="cs-CZ"/>
        </w:rPr>
        <w:t>.cz</w:t>
      </w:r>
    </w:p>
    <w:p w14:paraId="413A2E2C" w14:textId="1D23FFFE" w:rsidR="001C2A3F" w:rsidRPr="002337C3"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2337C3">
        <w:rPr>
          <w:rFonts w:eastAsia="Times New Roman" w:cs="Arial"/>
          <w:snapToGrid w:val="0"/>
          <w:lang w:eastAsia="cs-CZ"/>
        </w:rPr>
        <w:t>ve věcech technických:</w:t>
      </w:r>
      <w:r w:rsidR="00566EF0" w:rsidRPr="002337C3">
        <w:rPr>
          <w:rFonts w:eastAsia="Times New Roman" w:cs="Arial"/>
          <w:snapToGrid w:val="0"/>
          <w:lang w:eastAsia="cs-CZ"/>
        </w:rPr>
        <w:tab/>
      </w:r>
      <w:r w:rsidR="002337C3" w:rsidRPr="002337C3">
        <w:rPr>
          <w:rFonts w:eastAsia="Times New Roman" w:cs="Arial"/>
          <w:snapToGrid w:val="0"/>
          <w:lang w:eastAsia="cs-CZ"/>
        </w:rPr>
        <w:t>Ing. Jaroslav Špína</w:t>
      </w:r>
      <w:r w:rsidR="00566EF0" w:rsidRPr="002337C3">
        <w:rPr>
          <w:rFonts w:eastAsia="Times New Roman" w:cs="Arial"/>
          <w:snapToGrid w:val="0"/>
          <w:lang w:eastAsia="cs-CZ"/>
        </w:rPr>
        <w:t xml:space="preserve">, tel.: </w:t>
      </w:r>
      <w:r w:rsidR="002337C3" w:rsidRPr="002337C3">
        <w:rPr>
          <w:rFonts w:eastAsia="Times New Roman" w:cs="Arial"/>
          <w:snapToGrid w:val="0"/>
          <w:lang w:eastAsia="cs-CZ"/>
        </w:rPr>
        <w:t>724 369 095</w:t>
      </w:r>
      <w:r w:rsidR="00566EF0" w:rsidRPr="002337C3">
        <w:rPr>
          <w:rFonts w:eastAsia="Times New Roman" w:cs="Arial"/>
          <w:snapToGrid w:val="0"/>
          <w:lang w:eastAsia="cs-CZ"/>
        </w:rPr>
        <w:t xml:space="preserve">, </w:t>
      </w:r>
      <w:r w:rsidR="002337C3" w:rsidRPr="002337C3">
        <w:rPr>
          <w:rFonts w:eastAsia="Times New Roman" w:cs="Arial"/>
          <w:snapToGrid w:val="0"/>
          <w:lang w:eastAsia="cs-CZ"/>
        </w:rPr>
        <w:t>Spina</w:t>
      </w:r>
      <w:r w:rsidR="00566EF0" w:rsidRPr="002337C3">
        <w:rPr>
          <w:rFonts w:eastAsia="Times New Roman" w:cs="Arial"/>
          <w:snapToGrid w:val="0"/>
          <w:lang w:eastAsia="cs-CZ"/>
        </w:rPr>
        <w:t>@spravazeleznic.cz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7597D004" w:rsidR="00C63E53" w:rsidRDefault="00C63E53" w:rsidP="004D482C">
      <w:pPr>
        <w:pStyle w:val="Textbezodsazen"/>
        <w:ind w:left="567"/>
        <w:rPr>
          <w:b/>
        </w:rPr>
      </w:pPr>
      <w:r>
        <w:t>ev. č. registru VZ</w:t>
      </w:r>
      <w:r w:rsidRPr="00B42F40">
        <w:t xml:space="preserve">: </w:t>
      </w:r>
      <w:r w:rsidR="00793C84">
        <w:t>64023030</w:t>
      </w:r>
      <w:bookmarkStart w:id="1" w:name="_GoBack"/>
      <w:bookmarkEnd w:id="1"/>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2"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2"/>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3"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3"/>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4"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4"/>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301D036D" w14:textId="70F32476" w:rsidR="0020183E" w:rsidRPr="009020DB" w:rsidRDefault="0020183E" w:rsidP="002337C3">
      <w:pPr>
        <w:tabs>
          <w:tab w:val="left" w:pos="567"/>
          <w:tab w:val="left" w:pos="3544"/>
        </w:tabs>
        <w:spacing w:after="0" w:line="240" w:lineRule="auto"/>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6A7489FC" w:rsidR="00EF05B5" w:rsidRPr="00657A25" w:rsidRDefault="00EF05B5" w:rsidP="00793C84">
      <w:pPr>
        <w:pStyle w:val="Text1-1"/>
      </w:pPr>
      <w:r w:rsidRPr="00657A25">
        <w:t>Výzva k podání nabídky na realizaci veřejné zakázky</w:t>
      </w:r>
      <w:r w:rsidR="003F0E62">
        <w:t xml:space="preserve"> </w:t>
      </w:r>
      <w:r w:rsidRPr="00657A25">
        <w:t>„</w:t>
      </w:r>
      <w:r w:rsidR="00D41245" w:rsidRPr="00D41245">
        <w:t xml:space="preserve">Chotyně </w:t>
      </w:r>
      <w:proofErr w:type="spellStart"/>
      <w:r w:rsidR="00D41245" w:rsidRPr="00D41245">
        <w:t>zast</w:t>
      </w:r>
      <w:proofErr w:type="spellEnd"/>
      <w:r w:rsidR="00D41245" w:rsidRPr="00D41245">
        <w:t>. – oprava (střešní konstrukce) - PD</w:t>
      </w:r>
      <w:r w:rsidRPr="00657A25">
        <w:t xml:space="preserve">“, č. </w:t>
      </w:r>
      <w:r w:rsidRPr="00B61444">
        <w:t>j</w:t>
      </w:r>
      <w:r w:rsidRPr="00566EF0">
        <w:t>.:</w:t>
      </w:r>
      <w:r w:rsidR="00566EF0">
        <w:t xml:space="preserve"> </w:t>
      </w:r>
      <w:r w:rsidR="00793C84" w:rsidRPr="00793C84">
        <w:t>8465/2023-SŽ-OŘ HKR-NPI</w:t>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t>Název a předmět díla</w:t>
      </w:r>
    </w:p>
    <w:p w14:paraId="7D4407FD" w14:textId="47762239" w:rsidR="007D0186" w:rsidRPr="00324258" w:rsidRDefault="007D0186" w:rsidP="00D41245">
      <w:pPr>
        <w:pStyle w:val="Text1-1"/>
      </w:pPr>
      <w:r w:rsidRPr="00324258">
        <w:t xml:space="preserve">Název díla: </w:t>
      </w:r>
      <w:r w:rsidR="00D41245" w:rsidRPr="00D41245">
        <w:t xml:space="preserve">Chotyně </w:t>
      </w:r>
      <w:proofErr w:type="spellStart"/>
      <w:r w:rsidR="00D41245" w:rsidRPr="00D41245">
        <w:t>zast</w:t>
      </w:r>
      <w:proofErr w:type="spellEnd"/>
      <w:r w:rsidR="00D41245" w:rsidRPr="00D41245">
        <w:t>. – oprava (střešní konstrukce) - PD</w:t>
      </w:r>
    </w:p>
    <w:p w14:paraId="35F362D5" w14:textId="28E70C3E" w:rsidR="00D06BD0" w:rsidRDefault="00D06BD0" w:rsidP="00EC1DA8">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00EC1DA8" w:rsidRPr="00EC1DA8">
        <w:t xml:space="preserve"> opravu </w:t>
      </w:r>
      <w:r w:rsidR="00EC1DA8" w:rsidRPr="00EC1DA8">
        <w:lastRenderedPageBreak/>
        <w:t xml:space="preserve">zastávky v </w:t>
      </w:r>
      <w:proofErr w:type="spellStart"/>
      <w:r w:rsidR="00EC1DA8" w:rsidRPr="00EC1DA8">
        <w:t>žst</w:t>
      </w:r>
      <w:proofErr w:type="spellEnd"/>
      <w:r w:rsidR="00EC1DA8" w:rsidRPr="00EC1DA8">
        <w:t>. Chotyně spočívající především v opravě střešní krytiny, klempířských prvků, komínu, hromosvodu a odvodu dešťových vod</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EC1DA8" w:rsidRDefault="004112D1" w:rsidP="004D482C">
      <w:pPr>
        <w:pStyle w:val="Text1-1"/>
      </w:pPr>
      <w:r w:rsidRPr="00EC1DA8">
        <w:t>P</w:t>
      </w:r>
      <w:r w:rsidR="00557DDF" w:rsidRPr="00EC1DA8">
        <w:t>rojektová dokumentace bude obsahovat tyto části:</w:t>
      </w:r>
    </w:p>
    <w:p w14:paraId="43DE2595" w14:textId="77777777" w:rsidR="00557DDF" w:rsidRPr="00EC1DA8" w:rsidRDefault="00557DDF" w:rsidP="00EC1DA8">
      <w:pPr>
        <w:pStyle w:val="Nadpis1-1"/>
        <w:numPr>
          <w:ilvl w:val="0"/>
          <w:numId w:val="15"/>
        </w:numPr>
        <w:tabs>
          <w:tab w:val="clear" w:pos="737"/>
        </w:tabs>
        <w:ind w:left="1134" w:hanging="311"/>
        <w:jc w:val="both"/>
        <w:rPr>
          <w:rFonts w:asciiTheme="minorHAnsi" w:hAnsiTheme="minorHAnsi"/>
          <w:b w:val="0"/>
          <w:caps w:val="0"/>
          <w:sz w:val="18"/>
        </w:rPr>
      </w:pPr>
      <w:r w:rsidRPr="00EC1DA8">
        <w:rPr>
          <w:rFonts w:asciiTheme="minorHAnsi" w:hAnsiTheme="minorHAnsi"/>
          <w:b w:val="0"/>
          <w:caps w:val="0"/>
          <w:sz w:val="18"/>
        </w:rPr>
        <w:t>Technická dokumentace</w:t>
      </w:r>
    </w:p>
    <w:p w14:paraId="5164BDA2" w14:textId="77777777" w:rsidR="00557DDF" w:rsidRPr="00EC1DA8" w:rsidRDefault="00557DDF" w:rsidP="00EC1DA8">
      <w:pPr>
        <w:pStyle w:val="Nadpis1-1"/>
        <w:numPr>
          <w:ilvl w:val="0"/>
          <w:numId w:val="15"/>
        </w:numPr>
        <w:tabs>
          <w:tab w:val="clear" w:pos="737"/>
        </w:tabs>
        <w:ind w:left="1134" w:hanging="311"/>
        <w:jc w:val="both"/>
        <w:rPr>
          <w:rFonts w:asciiTheme="minorHAnsi" w:hAnsiTheme="minorHAnsi"/>
          <w:b w:val="0"/>
          <w:caps w:val="0"/>
          <w:sz w:val="18"/>
        </w:rPr>
      </w:pPr>
      <w:r w:rsidRPr="00EC1DA8">
        <w:rPr>
          <w:rFonts w:asciiTheme="minorHAnsi" w:hAnsiTheme="minorHAnsi"/>
          <w:b w:val="0"/>
          <w:caps w:val="0"/>
          <w:sz w:val="18"/>
        </w:rPr>
        <w:t>Položkový soupis prací s výkazem výměr (oceněný + neoceněný)</w:t>
      </w:r>
    </w:p>
    <w:p w14:paraId="20CBD1B6" w14:textId="77777777" w:rsidR="00557DDF" w:rsidRPr="00EC1DA8" w:rsidRDefault="00557DDF" w:rsidP="00EC1DA8">
      <w:pPr>
        <w:pStyle w:val="Nadpis1-1"/>
        <w:numPr>
          <w:ilvl w:val="0"/>
          <w:numId w:val="15"/>
        </w:numPr>
        <w:tabs>
          <w:tab w:val="clear" w:pos="737"/>
        </w:tabs>
        <w:ind w:left="1134" w:hanging="311"/>
        <w:jc w:val="both"/>
        <w:rPr>
          <w:rFonts w:asciiTheme="minorHAnsi" w:hAnsiTheme="minorHAnsi"/>
          <w:b w:val="0"/>
          <w:caps w:val="0"/>
          <w:sz w:val="18"/>
        </w:rPr>
      </w:pPr>
      <w:r w:rsidRPr="00EC1DA8">
        <w:rPr>
          <w:rFonts w:asciiTheme="minorHAnsi" w:hAnsiTheme="minorHAnsi"/>
          <w:b w:val="0"/>
          <w:caps w:val="0"/>
          <w:sz w:val="18"/>
        </w:rPr>
        <w:t>Dokladová část (výpis z katastru nemovitostí, kopie katastrální mapy, příp. informací o</w:t>
      </w:r>
      <w:r w:rsidR="008B2FF7" w:rsidRPr="00EC1DA8">
        <w:rPr>
          <w:rFonts w:asciiTheme="minorHAnsi" w:hAnsiTheme="minorHAnsi"/>
          <w:b w:val="0"/>
          <w:caps w:val="0"/>
          <w:sz w:val="18"/>
        </w:rPr>
        <w:t> </w:t>
      </w:r>
      <w:r w:rsidRPr="00EC1DA8">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39A60690" w14:textId="48119E66" w:rsidR="00A209AF" w:rsidRPr="00A209AF" w:rsidRDefault="00A209AF" w:rsidP="00EC1DA8">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lastRenderedPageBreak/>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 xml:space="preserve">mlouvy provádět u všech osob podílejících se na provádění díla, které se pohybují </w:t>
      </w:r>
      <w:r>
        <w:lastRenderedPageBreak/>
        <w:t>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lastRenderedPageBreak/>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5C1DB67"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proofErr w:type="gramStart"/>
      <w:r>
        <w:t>11</w:t>
      </w:r>
      <w:r w:rsidRPr="0029677D">
        <w:t>.4. nebo</w:t>
      </w:r>
      <w:proofErr w:type="gramEnd"/>
      <w:r w:rsidRPr="0029677D">
        <w:t xml:space="preserve">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2284258C" w:rsidR="008500BE" w:rsidRDefault="005E30BE" w:rsidP="004D482C">
      <w:pPr>
        <w:pStyle w:val="Text1-1"/>
      </w:pPr>
      <w:r w:rsidRPr="005E30BE">
        <w:rPr>
          <w:highlight w:val="yellow"/>
        </w:rPr>
        <w:t>Tato Smlouva je vyhotovena elektronicky a podepsána zaručeným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4D482C">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A0DB0D2" w:rsidR="0032463E" w:rsidRDefault="00EC1DA8" w:rsidP="004D482C">
      <w:pPr>
        <w:pStyle w:val="Textbezodsazen"/>
        <w:ind w:left="728"/>
      </w:pPr>
      <w:r>
        <w:t>Příloha č. 2:</w:t>
      </w:r>
      <w:r>
        <w:tab/>
        <w:t>Rozpis Ceny díla</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t>Příloha č. 2</w:t>
      </w:r>
    </w:p>
    <w:p w14:paraId="2CD5AD67" w14:textId="60ADD6F6" w:rsidR="00B61444" w:rsidRDefault="00EC1DA8" w:rsidP="004D482C">
      <w:pPr>
        <w:pStyle w:val="Textbezodsazen"/>
        <w:rPr>
          <w:b/>
          <w:bCs/>
        </w:rPr>
      </w:pPr>
      <w:r>
        <w:rPr>
          <w:b/>
          <w:bCs/>
        </w:rPr>
        <w:t>Rozpis Ceny díla</w:t>
      </w:r>
    </w:p>
    <w:p w14:paraId="35CE52D8" w14:textId="77777777" w:rsidR="002F32A9" w:rsidRDefault="002F32A9" w:rsidP="004D482C">
      <w:pPr>
        <w:pStyle w:val="Textbezodsazen"/>
        <w:rPr>
          <w:b/>
          <w:bCs/>
        </w:rPr>
      </w:pP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EC1D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4D482C">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77777777" w:rsidR="00984906" w:rsidRPr="00540C6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Množství *)</w:t>
            </w:r>
          </w:p>
        </w:tc>
        <w:tc>
          <w:tcPr>
            <w:tcW w:w="1293" w:type="dxa"/>
            <w:hideMark/>
          </w:tcPr>
          <w:p w14:paraId="45D22AD4" w14:textId="77777777" w:rsidR="00984906" w:rsidRPr="00540C6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Jednotková cena *)</w:t>
            </w:r>
          </w:p>
        </w:tc>
        <w:tc>
          <w:tcPr>
            <w:tcW w:w="1321" w:type="dxa"/>
            <w:hideMark/>
          </w:tcPr>
          <w:p w14:paraId="2AC1ED12" w14:textId="77777777" w:rsidR="00984906" w:rsidRPr="00540C6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Cena celkem *)</w:t>
            </w:r>
          </w:p>
        </w:tc>
      </w:tr>
      <w:tr w:rsidR="00984906" w14:paraId="12CDE7B9" w14:textId="77777777" w:rsidTr="00EC1DA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0BC4FBA2" w:rsidR="00984906" w:rsidRPr="00EC1DA8" w:rsidRDefault="00EC1DA8" w:rsidP="004D482C">
            <w:pPr>
              <w:pStyle w:val="Tabulka"/>
            </w:pPr>
            <w:r>
              <w:t>1</w:t>
            </w:r>
          </w:p>
        </w:tc>
        <w:tc>
          <w:tcPr>
            <w:tcW w:w="3216" w:type="dxa"/>
            <w:tcBorders>
              <w:top w:val="single" w:sz="2" w:space="0" w:color="auto"/>
              <w:left w:val="single" w:sz="2" w:space="0" w:color="auto"/>
              <w:bottom w:val="single" w:sz="2" w:space="0" w:color="auto"/>
              <w:right w:val="single" w:sz="2" w:space="0" w:color="auto"/>
            </w:tcBorders>
            <w:hideMark/>
          </w:tcPr>
          <w:p w14:paraId="1DB0327B" w14:textId="77777777"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8D5CB9" w14:textId="5F02E4F6"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hod</w:t>
            </w:r>
          </w:p>
        </w:tc>
        <w:tc>
          <w:tcPr>
            <w:tcW w:w="1005" w:type="dxa"/>
            <w:tcBorders>
              <w:top w:val="single" w:sz="2" w:space="0" w:color="auto"/>
              <w:left w:val="single" w:sz="2" w:space="0" w:color="auto"/>
              <w:bottom w:val="single" w:sz="2" w:space="0" w:color="auto"/>
              <w:right w:val="single" w:sz="2" w:space="0" w:color="auto"/>
            </w:tcBorders>
          </w:tcPr>
          <w:p w14:paraId="492AD5FC"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B6007E8"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E1BFD35"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984906" w14:paraId="3C8E70BF" w14:textId="77777777" w:rsidTr="00EC1DA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4F268AAB" w:rsidR="00984906" w:rsidRPr="00EC1DA8" w:rsidRDefault="00EC1DA8" w:rsidP="004D482C">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18B7AA63" w14:textId="77777777"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9105BC6" w14:textId="390ED213"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hod</w:t>
            </w:r>
          </w:p>
        </w:tc>
        <w:tc>
          <w:tcPr>
            <w:tcW w:w="1005" w:type="dxa"/>
            <w:tcBorders>
              <w:top w:val="single" w:sz="2" w:space="0" w:color="auto"/>
              <w:left w:val="single" w:sz="2" w:space="0" w:color="auto"/>
              <w:bottom w:val="single" w:sz="2" w:space="0" w:color="auto"/>
              <w:right w:val="single" w:sz="2" w:space="0" w:color="auto"/>
            </w:tcBorders>
          </w:tcPr>
          <w:p w14:paraId="639DB1E5"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3BE90FC"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0CCD184"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984906" w14:paraId="01317EAE" w14:textId="77777777" w:rsidTr="00EC1DA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882747" w14:textId="28AD22D9" w:rsidR="00984906" w:rsidRPr="00EC1DA8" w:rsidRDefault="00EC1DA8" w:rsidP="004D482C">
            <w:pPr>
              <w:pStyle w:val="Tabulka"/>
            </w:pPr>
            <w:r>
              <w:t>3</w:t>
            </w:r>
          </w:p>
        </w:tc>
        <w:tc>
          <w:tcPr>
            <w:tcW w:w="3216" w:type="dxa"/>
            <w:tcBorders>
              <w:top w:val="single" w:sz="2" w:space="0" w:color="auto"/>
              <w:left w:val="single" w:sz="2" w:space="0" w:color="auto"/>
              <w:bottom w:val="single" w:sz="2" w:space="0" w:color="auto"/>
              <w:right w:val="single" w:sz="2" w:space="0" w:color="auto"/>
            </w:tcBorders>
            <w:hideMark/>
          </w:tcPr>
          <w:p w14:paraId="6557AB1A" w14:textId="77777777"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Statické posudky</w:t>
            </w:r>
          </w:p>
        </w:tc>
        <w:tc>
          <w:tcPr>
            <w:tcW w:w="977" w:type="dxa"/>
            <w:tcBorders>
              <w:top w:val="single" w:sz="2" w:space="0" w:color="auto"/>
              <w:left w:val="single" w:sz="2" w:space="0" w:color="auto"/>
              <w:bottom w:val="single" w:sz="2" w:space="0" w:color="auto"/>
              <w:right w:val="single" w:sz="2" w:space="0" w:color="auto"/>
            </w:tcBorders>
            <w:hideMark/>
          </w:tcPr>
          <w:p w14:paraId="6F4BFC41" w14:textId="315A46A9"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hod</w:t>
            </w:r>
          </w:p>
        </w:tc>
        <w:tc>
          <w:tcPr>
            <w:tcW w:w="1005" w:type="dxa"/>
            <w:tcBorders>
              <w:top w:val="single" w:sz="2" w:space="0" w:color="auto"/>
              <w:left w:val="single" w:sz="2" w:space="0" w:color="auto"/>
              <w:bottom w:val="single" w:sz="2" w:space="0" w:color="auto"/>
              <w:right w:val="single" w:sz="2" w:space="0" w:color="auto"/>
            </w:tcBorders>
          </w:tcPr>
          <w:p w14:paraId="51193476"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EFE6D9B"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1BFABE1"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984906" w14:paraId="47F44F1D" w14:textId="77777777" w:rsidTr="00EC1DA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51E3A8E1" w14:textId="6C4138C7" w:rsidR="00984906" w:rsidRPr="00EC1DA8" w:rsidRDefault="00EC1DA8" w:rsidP="004D482C">
            <w:pPr>
              <w:pStyle w:val="Tabulka"/>
            </w:pPr>
            <w:r>
              <w:t>4</w:t>
            </w:r>
          </w:p>
        </w:tc>
        <w:tc>
          <w:tcPr>
            <w:tcW w:w="3216" w:type="dxa"/>
            <w:tcBorders>
              <w:top w:val="single" w:sz="2" w:space="0" w:color="auto"/>
              <w:left w:val="single" w:sz="2" w:space="0" w:color="auto"/>
              <w:bottom w:val="single" w:sz="2" w:space="0" w:color="auto"/>
              <w:right w:val="single" w:sz="2" w:space="0" w:color="auto"/>
            </w:tcBorders>
          </w:tcPr>
          <w:p w14:paraId="25D29D2D" w14:textId="763AF605"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BOZP ve fázi přípravy</w:t>
            </w:r>
          </w:p>
        </w:tc>
        <w:tc>
          <w:tcPr>
            <w:tcW w:w="977" w:type="dxa"/>
            <w:tcBorders>
              <w:top w:val="single" w:sz="2" w:space="0" w:color="auto"/>
              <w:left w:val="single" w:sz="2" w:space="0" w:color="auto"/>
              <w:bottom w:val="single" w:sz="2" w:space="0" w:color="auto"/>
              <w:right w:val="single" w:sz="2" w:space="0" w:color="auto"/>
            </w:tcBorders>
          </w:tcPr>
          <w:p w14:paraId="2A3140D5" w14:textId="5FFEC2DD"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hod</w:t>
            </w:r>
          </w:p>
        </w:tc>
        <w:tc>
          <w:tcPr>
            <w:tcW w:w="1005" w:type="dxa"/>
            <w:tcBorders>
              <w:top w:val="single" w:sz="2" w:space="0" w:color="auto"/>
              <w:left w:val="single" w:sz="2" w:space="0" w:color="auto"/>
              <w:bottom w:val="single" w:sz="2" w:space="0" w:color="auto"/>
              <w:right w:val="single" w:sz="2" w:space="0" w:color="auto"/>
            </w:tcBorders>
          </w:tcPr>
          <w:p w14:paraId="3E90E539"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7B69E3D"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3E15E88"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984906" w14:paraId="19CCB985" w14:textId="77777777" w:rsidTr="00EC1DA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2BD8D5" w14:textId="424A5D2D" w:rsidR="00984906" w:rsidRPr="00EC1DA8" w:rsidRDefault="00EC1DA8" w:rsidP="004D482C">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32A501B" w14:textId="77777777"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094FBE6E" w14:textId="75E6E14C" w:rsidR="00984906" w:rsidRPr="00EC1DA8"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C1DA8">
              <w:t>hod</w:t>
            </w:r>
          </w:p>
        </w:tc>
        <w:tc>
          <w:tcPr>
            <w:tcW w:w="1005" w:type="dxa"/>
            <w:tcBorders>
              <w:top w:val="single" w:sz="2" w:space="0" w:color="auto"/>
              <w:left w:val="single" w:sz="2" w:space="0" w:color="auto"/>
              <w:bottom w:val="single" w:sz="2" w:space="0" w:color="auto"/>
              <w:right w:val="single" w:sz="2" w:space="0" w:color="auto"/>
            </w:tcBorders>
          </w:tcPr>
          <w:p w14:paraId="5349324B"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1B37C9"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37EEB0"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r>
      <w:tr w:rsidR="00145D71" w14:paraId="668E76C2" w14:textId="77777777" w:rsidTr="00EC1DA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984906" w:rsidRPr="00540C69" w:rsidRDefault="00984906" w:rsidP="004D482C">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414FE3DE" w:rsidR="00984906" w:rsidRPr="00117275" w:rsidRDefault="00984906" w:rsidP="004D482C">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16F4BF52" w14:textId="6F6E1ECB" w:rsidR="0032463E" w:rsidRDefault="0032463E" w:rsidP="004D482C">
      <w:pPr>
        <w:pStyle w:val="Textbezslovn"/>
        <w:ind w:left="142"/>
      </w:pPr>
    </w:p>
    <w:p w14:paraId="294B18F3" w14:textId="113D5358" w:rsidR="0032463E" w:rsidRDefault="00117275" w:rsidP="004D482C">
      <w:pPr>
        <w:pStyle w:val="Textbezodsazen"/>
      </w:pPr>
      <w:r>
        <w:t xml:space="preserve">*) nevyplněné údaje </w:t>
      </w:r>
      <w:r>
        <w:rPr>
          <w:highlight w:val="yellow"/>
        </w:rPr>
        <w:t>VLOŽÍ ZHOTOVITEL</w:t>
      </w: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4D482C">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4D482C">
            <w:pPr>
              <w:pStyle w:val="Tabulka"/>
              <w:rPr>
                <w:highlight w:val="green"/>
              </w:rPr>
            </w:pPr>
            <w:r w:rsidRPr="003225EE">
              <w:rPr>
                <w:highlight w:val="yellow"/>
              </w:rPr>
              <w:t>0,00 Kč</w:t>
            </w:r>
          </w:p>
        </w:tc>
        <w:tc>
          <w:tcPr>
            <w:tcW w:w="2835" w:type="dxa"/>
            <w:hideMark/>
          </w:tcPr>
          <w:p w14:paraId="6001CFCB" w14:textId="2C42118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4D482C">
      <w:pPr>
        <w:pStyle w:val="Textbezodsazen"/>
      </w:pPr>
    </w:p>
    <w:p w14:paraId="1C131136" w14:textId="77777777" w:rsidR="003225EE" w:rsidRDefault="003225EE" w:rsidP="004D482C">
      <w:pPr>
        <w:pStyle w:val="Textbezodsazen"/>
      </w:pPr>
      <w:r>
        <w:t xml:space="preserve">*) nevyplněné údaje </w:t>
      </w:r>
      <w:r>
        <w:rPr>
          <w:highlight w:val="yellow"/>
        </w:rPr>
        <w:t>VLOŽÍ ZHOTOVITEL</w:t>
      </w: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t>Příloha č. 3</w:t>
      </w:r>
    </w:p>
    <w:p w14:paraId="38B08EC0" w14:textId="77777777" w:rsidR="004A7152" w:rsidRDefault="004A7152" w:rsidP="004D482C">
      <w:pPr>
        <w:pStyle w:val="Nadpisbezsl1-2"/>
        <w:jc w:val="both"/>
      </w:pPr>
      <w:r>
        <w:t>Harmonogram plnění</w:t>
      </w:r>
    </w:p>
    <w:tbl>
      <w:tblPr>
        <w:tblStyle w:val="Tabulka12"/>
        <w:tblW w:w="0" w:type="auto"/>
        <w:tblLook w:val="04A0" w:firstRow="1" w:lastRow="0" w:firstColumn="1" w:lastColumn="0" w:noHBand="0" w:noVBand="1"/>
      </w:tblPr>
      <w:tblGrid>
        <w:gridCol w:w="1791"/>
        <w:gridCol w:w="2356"/>
        <w:gridCol w:w="2431"/>
        <w:gridCol w:w="2124"/>
      </w:tblGrid>
      <w:tr w:rsidR="00EC1DA8" w:rsidRPr="00EC1DA8" w14:paraId="01C90597" w14:textId="77777777" w:rsidTr="007723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0C8204EF" w14:textId="77777777" w:rsidR="00EC1DA8" w:rsidRPr="00EC1DA8" w:rsidRDefault="00EC1DA8" w:rsidP="00EC1DA8">
            <w:pPr>
              <w:spacing w:before="40" w:after="40"/>
              <w:jc w:val="both"/>
              <w:rPr>
                <w:b/>
              </w:rPr>
            </w:pPr>
            <w:r w:rsidRPr="00EC1DA8">
              <w:rPr>
                <w:b/>
              </w:rPr>
              <w:t>Část Díla</w:t>
            </w:r>
          </w:p>
        </w:tc>
        <w:tc>
          <w:tcPr>
            <w:tcW w:w="2356" w:type="dxa"/>
            <w:hideMark/>
          </w:tcPr>
          <w:p w14:paraId="7304015D" w14:textId="77777777" w:rsidR="00EC1DA8" w:rsidRPr="00EC1DA8" w:rsidRDefault="00EC1DA8" w:rsidP="00EC1DA8">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EC1DA8">
              <w:rPr>
                <w:b/>
              </w:rPr>
              <w:t>Doba plnění</w:t>
            </w:r>
          </w:p>
        </w:tc>
        <w:tc>
          <w:tcPr>
            <w:tcW w:w="2431" w:type="dxa"/>
            <w:hideMark/>
          </w:tcPr>
          <w:p w14:paraId="7BB543FE" w14:textId="77777777" w:rsidR="00EC1DA8" w:rsidRPr="00EC1DA8" w:rsidRDefault="00EC1DA8" w:rsidP="00EC1DA8">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EC1DA8">
              <w:rPr>
                <w:b/>
              </w:rPr>
              <w:t>Popis činností prováděných v Dílčí etapě</w:t>
            </w:r>
          </w:p>
        </w:tc>
        <w:tc>
          <w:tcPr>
            <w:tcW w:w="2124" w:type="dxa"/>
            <w:hideMark/>
          </w:tcPr>
          <w:p w14:paraId="73FE672C" w14:textId="77777777" w:rsidR="00EC1DA8" w:rsidRPr="00EC1DA8" w:rsidRDefault="00EC1DA8" w:rsidP="00EC1DA8">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EC1DA8">
              <w:rPr>
                <w:b/>
              </w:rPr>
              <w:t>Podmínky dokončení Dílčí etapy</w:t>
            </w:r>
          </w:p>
        </w:tc>
      </w:tr>
      <w:tr w:rsidR="00EC1DA8" w:rsidRPr="00EC1DA8" w14:paraId="4F455940" w14:textId="77777777" w:rsidTr="00772365">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17E8160C" w14:textId="77777777" w:rsidR="00EC1DA8" w:rsidRPr="00EC1DA8" w:rsidRDefault="00EC1DA8" w:rsidP="00EC1DA8">
            <w:pPr>
              <w:spacing w:after="120"/>
              <w:jc w:val="both"/>
              <w:rPr>
                <w:b/>
                <w:sz w:val="16"/>
                <w:szCs w:val="16"/>
              </w:rPr>
            </w:pPr>
            <w:r w:rsidRPr="00EC1DA8">
              <w:rPr>
                <w:b/>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3DA299F0" w14:textId="77777777" w:rsidR="00EC1DA8" w:rsidRPr="00EC1DA8" w:rsidRDefault="00EC1DA8" w:rsidP="00EC1DA8">
            <w:pPr>
              <w:spacing w:after="120"/>
              <w:cnfStyle w:val="000000000000" w:firstRow="0" w:lastRow="0" w:firstColumn="0" w:lastColumn="0" w:oddVBand="0" w:evenVBand="0" w:oddHBand="0" w:evenHBand="0" w:firstRowFirstColumn="0" w:firstRowLastColumn="0" w:lastRowFirstColumn="0" w:lastRowLastColumn="0"/>
            </w:pPr>
            <w:r w:rsidRPr="00EC1DA8">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21F852EC" w14:textId="77777777" w:rsidR="00EC1DA8" w:rsidRPr="00EC1DA8" w:rsidRDefault="00EC1DA8" w:rsidP="00EC1DA8">
            <w:pPr>
              <w:spacing w:after="120"/>
              <w:cnfStyle w:val="000000000000" w:firstRow="0" w:lastRow="0" w:firstColumn="0" w:lastColumn="0" w:oddVBand="0" w:evenVBand="0" w:oddHBand="0" w:evenHBand="0" w:firstRowFirstColumn="0" w:firstRowLastColumn="0" w:lastRowFirstColumn="0" w:lastRowLastColumn="0"/>
            </w:pPr>
            <w:r w:rsidRPr="00EC1DA8">
              <w:t>-</w:t>
            </w:r>
          </w:p>
        </w:tc>
        <w:tc>
          <w:tcPr>
            <w:tcW w:w="2124" w:type="dxa"/>
            <w:tcBorders>
              <w:top w:val="single" w:sz="2" w:space="0" w:color="auto"/>
              <w:left w:val="single" w:sz="2" w:space="0" w:color="auto"/>
              <w:bottom w:val="single" w:sz="2" w:space="0" w:color="auto"/>
              <w:right w:val="nil"/>
            </w:tcBorders>
            <w:shd w:val="clear" w:color="auto" w:fill="auto"/>
            <w:hideMark/>
          </w:tcPr>
          <w:p w14:paraId="4E91ED31" w14:textId="77777777" w:rsidR="00EC1DA8" w:rsidRPr="00EC1DA8" w:rsidRDefault="00EC1DA8" w:rsidP="00EC1DA8">
            <w:pPr>
              <w:spacing w:after="120"/>
              <w:cnfStyle w:val="000000000000" w:firstRow="0" w:lastRow="0" w:firstColumn="0" w:lastColumn="0" w:oddVBand="0" w:evenVBand="0" w:oddHBand="0" w:evenHBand="0" w:firstRowFirstColumn="0" w:firstRowLastColumn="0" w:lastRowFirstColumn="0" w:lastRowLastColumn="0"/>
            </w:pPr>
            <w:r w:rsidRPr="00EC1DA8">
              <w:t>-</w:t>
            </w:r>
          </w:p>
        </w:tc>
      </w:tr>
      <w:tr w:rsidR="00EC1DA8" w:rsidRPr="00EC1DA8" w14:paraId="28AF7597" w14:textId="77777777" w:rsidTr="00772365">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327DCE08" w14:textId="77777777" w:rsidR="00EC1DA8" w:rsidRPr="00EC1DA8" w:rsidRDefault="00EC1DA8" w:rsidP="00EC1DA8">
            <w:pPr>
              <w:spacing w:after="120"/>
              <w:jc w:val="both"/>
              <w:rPr>
                <w:b/>
              </w:rPr>
            </w:pPr>
            <w:r w:rsidRPr="00EC1DA8">
              <w:rPr>
                <w:b/>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1F55E452" w14:textId="77777777" w:rsidR="00EC1DA8" w:rsidRPr="00EC1DA8" w:rsidRDefault="00EC1DA8" w:rsidP="00EC1DA8">
            <w:pPr>
              <w:spacing w:after="120"/>
              <w:cnfStyle w:val="000000000000" w:firstRow="0" w:lastRow="0" w:firstColumn="0" w:lastColumn="0" w:oddVBand="0" w:evenVBand="0" w:oddHBand="0" w:evenHBand="0" w:firstRowFirstColumn="0" w:firstRowLastColumn="0" w:lastRowFirstColumn="0" w:lastRowLastColumn="0"/>
            </w:pPr>
            <w:r w:rsidRPr="00EC1DA8">
              <w:rPr>
                <w:sz w:val="16"/>
                <w:szCs w:val="16"/>
              </w:rPr>
              <w:t>Do 6 měsíců 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3D24E858" w14:textId="77777777" w:rsidR="00EC1DA8" w:rsidRPr="00EC1DA8" w:rsidRDefault="00EC1DA8" w:rsidP="00EC1DA8">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C1DA8">
              <w:rPr>
                <w:sz w:val="16"/>
                <w:szCs w:val="16"/>
              </w:rPr>
              <w:t>Finální verze DSP s dokladovou částí pro vydání stavebního povolení</w:t>
            </w:r>
          </w:p>
        </w:tc>
        <w:tc>
          <w:tcPr>
            <w:tcW w:w="2124" w:type="dxa"/>
            <w:tcBorders>
              <w:top w:val="single" w:sz="2" w:space="0" w:color="auto"/>
              <w:left w:val="single" w:sz="2" w:space="0" w:color="auto"/>
              <w:bottom w:val="single" w:sz="2" w:space="0" w:color="auto"/>
              <w:right w:val="nil"/>
            </w:tcBorders>
            <w:shd w:val="clear" w:color="auto" w:fill="auto"/>
            <w:hideMark/>
          </w:tcPr>
          <w:p w14:paraId="4BF2478B" w14:textId="77777777" w:rsidR="00EC1DA8" w:rsidRPr="00EC1DA8" w:rsidRDefault="00EC1DA8" w:rsidP="00EC1DA8">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C1DA8">
              <w:rPr>
                <w:sz w:val="16"/>
                <w:szCs w:val="16"/>
              </w:rPr>
              <w:t>Předání finální verze DSP s dokladovou částí pro vydání stavebního povolení</w:t>
            </w:r>
          </w:p>
        </w:tc>
      </w:tr>
      <w:tr w:rsidR="00EC1DA8" w:rsidRPr="00EC1DA8" w14:paraId="7DAEAA0F" w14:textId="77777777" w:rsidTr="00772365">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6E3EF061" w14:textId="77777777" w:rsidR="00EC1DA8" w:rsidRPr="00EC1DA8" w:rsidRDefault="00EC1DA8" w:rsidP="00EC1DA8">
            <w:pPr>
              <w:spacing w:after="120"/>
              <w:jc w:val="both"/>
              <w:rPr>
                <w:b/>
                <w:sz w:val="16"/>
                <w:szCs w:val="16"/>
              </w:rPr>
            </w:pPr>
            <w:r w:rsidRPr="00EC1DA8">
              <w:rPr>
                <w:b/>
                <w:sz w:val="16"/>
                <w:szCs w:val="16"/>
              </w:rPr>
              <w:t>2. Dílčí etapa - 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7F98A0DC" w14:textId="77777777" w:rsidR="00EC1DA8" w:rsidRPr="00EC1DA8" w:rsidRDefault="00EC1DA8" w:rsidP="00EC1DA8">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C1DA8">
              <w:rPr>
                <w:sz w:val="16"/>
                <w:szCs w:val="16"/>
              </w:rPr>
              <w:t>Do 9 měsíců 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1D602038" w14:textId="77777777" w:rsidR="00EC1DA8" w:rsidRPr="00EC1DA8" w:rsidRDefault="00EC1DA8" w:rsidP="00EC1DA8">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C1DA8">
              <w:rPr>
                <w:sz w:val="16"/>
                <w:szCs w:val="16"/>
              </w:rPr>
              <w:t>Zajištění stavebního povolení</w:t>
            </w:r>
          </w:p>
        </w:tc>
        <w:tc>
          <w:tcPr>
            <w:tcW w:w="2124" w:type="dxa"/>
            <w:tcBorders>
              <w:top w:val="single" w:sz="2" w:space="0" w:color="auto"/>
              <w:left w:val="single" w:sz="2" w:space="0" w:color="auto"/>
              <w:bottom w:val="single" w:sz="2" w:space="0" w:color="auto"/>
              <w:right w:val="nil"/>
            </w:tcBorders>
            <w:shd w:val="clear" w:color="auto" w:fill="auto"/>
          </w:tcPr>
          <w:p w14:paraId="0BC0C768" w14:textId="77777777" w:rsidR="00EC1DA8" w:rsidRPr="00EC1DA8" w:rsidRDefault="00EC1DA8" w:rsidP="00EC1DA8">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C1DA8">
              <w:rPr>
                <w:sz w:val="16"/>
                <w:szCs w:val="16"/>
              </w:rPr>
              <w:t>Předání stavebního povolení</w:t>
            </w:r>
          </w:p>
        </w:tc>
      </w:tr>
    </w:tbl>
    <w:p w14:paraId="133E605D" w14:textId="4C741F7A"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60366" w16cex:dateUtc="2021-08-17T07:44:00Z"/>
  <w16cex:commentExtensible w16cex:durableId="23CE0213" w16cex:dateUtc="2021-02-10T05:56:00Z"/>
  <w16cex:commentExtensible w16cex:durableId="23CE030F" w16cex:dateUtc="2021-02-10T0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284791" w16cid:durableId="24C60366"/>
  <w16cid:commentId w16cid:paraId="227BA2BF" w16cid:durableId="23CE0213"/>
  <w16cid:commentId w16cid:paraId="0EBAB8C9" w16cid:durableId="23CE0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7C361" w14:textId="77777777" w:rsidR="00AF792B" w:rsidRDefault="00AF792B" w:rsidP="00962258">
      <w:pPr>
        <w:spacing w:after="0" w:line="240" w:lineRule="auto"/>
      </w:pPr>
      <w:r>
        <w:separator/>
      </w:r>
    </w:p>
  </w:endnote>
  <w:endnote w:type="continuationSeparator" w:id="0">
    <w:p w14:paraId="604DED48" w14:textId="77777777" w:rsidR="00AF792B" w:rsidRDefault="00AF79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EC1DA8">
      <w:tc>
        <w:tcPr>
          <w:tcW w:w="1361" w:type="dxa"/>
          <w:tcMar>
            <w:left w:w="0" w:type="dxa"/>
            <w:right w:w="0" w:type="dxa"/>
          </w:tcMar>
          <w:vAlign w:val="bottom"/>
        </w:tcPr>
        <w:p w14:paraId="3534BE46" w14:textId="4341362D"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C84">
            <w:rPr>
              <w:rStyle w:val="slostrnky"/>
              <w:noProof/>
            </w:rPr>
            <w:t>2</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793C84">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3777EC98" w:rsidR="00F22A59" w:rsidRDefault="00D41245" w:rsidP="00F422D3">
          <w:pPr>
            <w:pStyle w:val="Zpat0"/>
          </w:pPr>
          <w:r w:rsidRPr="00D41245">
            <w:rPr>
              <w:sz w:val="14"/>
            </w:rPr>
            <w:t xml:space="preserve">Chotyně </w:t>
          </w:r>
          <w:proofErr w:type="spellStart"/>
          <w:r w:rsidRPr="00D41245">
            <w:rPr>
              <w:sz w:val="14"/>
            </w:rPr>
            <w:t>zast</w:t>
          </w:r>
          <w:proofErr w:type="spellEnd"/>
          <w:r w:rsidRPr="00D41245">
            <w:rPr>
              <w:sz w:val="14"/>
            </w:rPr>
            <w:t>. – oprava (střešní konstrukce) - PD</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A59" w14:paraId="72C408CF" w14:textId="77777777" w:rsidTr="00566EF0">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505"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77C21DC2" w:rsidR="00F22A59" w:rsidRDefault="00EC1DA8" w:rsidP="00566EF0">
          <w:pPr>
            <w:pStyle w:val="Zpat0"/>
          </w:pPr>
          <w:r w:rsidRPr="00EC1DA8">
            <w:rPr>
              <w:sz w:val="14"/>
            </w:rPr>
            <w:t xml:space="preserve">Chotyně </w:t>
          </w:r>
          <w:proofErr w:type="spellStart"/>
          <w:r w:rsidRPr="00EC1DA8">
            <w:rPr>
              <w:sz w:val="14"/>
            </w:rPr>
            <w:t>zast</w:t>
          </w:r>
          <w:proofErr w:type="spellEnd"/>
          <w:r w:rsidRPr="00EC1DA8">
            <w:rPr>
              <w:sz w:val="14"/>
            </w:rPr>
            <w:t>. – oprava (střešní konstrukce) - PD</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39174" w14:textId="77777777" w:rsidR="00AF792B" w:rsidRDefault="00AF792B" w:rsidP="00962258">
      <w:pPr>
        <w:spacing w:after="0" w:line="240" w:lineRule="auto"/>
      </w:pPr>
      <w:r>
        <w:separator/>
      </w:r>
    </w:p>
  </w:footnote>
  <w:footnote w:type="continuationSeparator" w:id="0">
    <w:p w14:paraId="6128209C" w14:textId="77777777" w:rsidR="00AF792B" w:rsidRDefault="00AF792B"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7"/>
  </w:num>
  <w:num w:numId="5">
    <w:abstractNumId w:val="0"/>
  </w:num>
  <w:num w:numId="6">
    <w:abstractNumId w:val="8"/>
  </w:num>
  <w:num w:numId="7">
    <w:abstractNumId w:val="10"/>
  </w:num>
  <w:num w:numId="8">
    <w:abstractNumId w:val="11"/>
  </w:num>
  <w:num w:numId="9">
    <w:abstractNumId w:val="3"/>
  </w:num>
  <w:num w:numId="10">
    <w:abstractNumId w:val="14"/>
  </w:num>
  <w:num w:numId="11">
    <w:abstractNumId w:val="9"/>
  </w:num>
  <w:num w:numId="12">
    <w:abstractNumId w:val="12"/>
  </w:num>
  <w:num w:numId="13">
    <w:abstractNumId w:val="2"/>
  </w:num>
  <w:num w:numId="14">
    <w:abstractNumId w:val="5"/>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947"/>
    <w:rsid w:val="002337C3"/>
    <w:rsid w:val="00240B81"/>
    <w:rsid w:val="00247D01"/>
    <w:rsid w:val="00251C84"/>
    <w:rsid w:val="0025477C"/>
    <w:rsid w:val="00261A5B"/>
    <w:rsid w:val="00262E5B"/>
    <w:rsid w:val="00263E6F"/>
    <w:rsid w:val="00263E8B"/>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94D74"/>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93C84"/>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E07F4"/>
    <w:rsid w:val="009E5A01"/>
    <w:rsid w:val="009F0867"/>
    <w:rsid w:val="009F309B"/>
    <w:rsid w:val="009F392E"/>
    <w:rsid w:val="009F53C5"/>
    <w:rsid w:val="009F638B"/>
    <w:rsid w:val="00A0740E"/>
    <w:rsid w:val="00A209AF"/>
    <w:rsid w:val="00A21A01"/>
    <w:rsid w:val="00A37B40"/>
    <w:rsid w:val="00A4222A"/>
    <w:rsid w:val="00A50641"/>
    <w:rsid w:val="00A50C2E"/>
    <w:rsid w:val="00A52EBF"/>
    <w:rsid w:val="00A530BF"/>
    <w:rsid w:val="00A6177B"/>
    <w:rsid w:val="00A66136"/>
    <w:rsid w:val="00A671E9"/>
    <w:rsid w:val="00A70107"/>
    <w:rsid w:val="00A71189"/>
    <w:rsid w:val="00A7364A"/>
    <w:rsid w:val="00A74DCC"/>
    <w:rsid w:val="00A753ED"/>
    <w:rsid w:val="00A77512"/>
    <w:rsid w:val="00A94C2F"/>
    <w:rsid w:val="00AA4CBB"/>
    <w:rsid w:val="00AA65FA"/>
    <w:rsid w:val="00AA7351"/>
    <w:rsid w:val="00AA7AB8"/>
    <w:rsid w:val="00AD056F"/>
    <w:rsid w:val="00AD0C7B"/>
    <w:rsid w:val="00AD34E6"/>
    <w:rsid w:val="00AD5F1A"/>
    <w:rsid w:val="00AD6731"/>
    <w:rsid w:val="00AF1F07"/>
    <w:rsid w:val="00AF5B4C"/>
    <w:rsid w:val="00AF792B"/>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C06C4"/>
    <w:rsid w:val="00BC75F1"/>
    <w:rsid w:val="00BD4220"/>
    <w:rsid w:val="00BD7E91"/>
    <w:rsid w:val="00BD7F0D"/>
    <w:rsid w:val="00BF0A90"/>
    <w:rsid w:val="00BF1819"/>
    <w:rsid w:val="00C02D0A"/>
    <w:rsid w:val="00C03A6E"/>
    <w:rsid w:val="00C044F4"/>
    <w:rsid w:val="00C11E78"/>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CF3C11"/>
    <w:rsid w:val="00D0197E"/>
    <w:rsid w:val="00D034A0"/>
    <w:rsid w:val="00D06BD0"/>
    <w:rsid w:val="00D21061"/>
    <w:rsid w:val="00D21E49"/>
    <w:rsid w:val="00D232F4"/>
    <w:rsid w:val="00D25295"/>
    <w:rsid w:val="00D32554"/>
    <w:rsid w:val="00D330ED"/>
    <w:rsid w:val="00D4108E"/>
    <w:rsid w:val="00D41245"/>
    <w:rsid w:val="00D418B1"/>
    <w:rsid w:val="00D4328E"/>
    <w:rsid w:val="00D51AAD"/>
    <w:rsid w:val="00D604B7"/>
    <w:rsid w:val="00D6163D"/>
    <w:rsid w:val="00D6239F"/>
    <w:rsid w:val="00D6460C"/>
    <w:rsid w:val="00D72C1C"/>
    <w:rsid w:val="00D831A3"/>
    <w:rsid w:val="00D84FB3"/>
    <w:rsid w:val="00D90E82"/>
    <w:rsid w:val="00D97BE3"/>
    <w:rsid w:val="00DA2A68"/>
    <w:rsid w:val="00DA3711"/>
    <w:rsid w:val="00DA3765"/>
    <w:rsid w:val="00DA7B4D"/>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83BC3"/>
    <w:rsid w:val="00E87509"/>
    <w:rsid w:val="00E878EE"/>
    <w:rsid w:val="00E901A3"/>
    <w:rsid w:val="00E956EE"/>
    <w:rsid w:val="00EA1E76"/>
    <w:rsid w:val="00EA585B"/>
    <w:rsid w:val="00EA6EC7"/>
    <w:rsid w:val="00EB104F"/>
    <w:rsid w:val="00EB421D"/>
    <w:rsid w:val="00EB46E5"/>
    <w:rsid w:val="00EC1DA8"/>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EC1D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DEC0869-7062-43B2-9E8B-28AA77299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13</Pages>
  <Words>4617</Words>
  <Characters>27246</Characters>
  <Application>Microsoft Office Word</Application>
  <DocSecurity>0</DocSecurity>
  <Lines>227</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2020-12-17T06:12:00Z</cp:lastPrinted>
  <dcterms:created xsi:type="dcterms:W3CDTF">2023-03-09T11:15:00Z</dcterms:created>
  <dcterms:modified xsi:type="dcterms:W3CDTF">2023-03-15T07:25:00Z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